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49B" w:rsidRPr="009411A2" w:rsidRDefault="007E349B" w:rsidP="009411A2">
      <w:pPr>
        <w:jc w:val="center"/>
        <w:rPr>
          <w:sz w:val="32"/>
          <w:szCs w:val="32"/>
        </w:rPr>
      </w:pPr>
      <w:r w:rsidRPr="009411A2">
        <w:rPr>
          <w:b/>
          <w:sz w:val="32"/>
          <w:szCs w:val="32"/>
          <w:u w:val="single"/>
        </w:rPr>
        <w:t>Citation Page:</w:t>
      </w:r>
    </w:p>
    <w:p w:rsidR="007E349B" w:rsidRDefault="007E349B">
      <w:r>
        <w:t>Your entries should be in alphabetical order. Remember to also cite the music used in the video. Th</w:t>
      </w:r>
      <w:bookmarkStart w:id="0" w:name="_GoBack"/>
      <w:bookmarkEnd w:id="0"/>
      <w:r>
        <w:t>e following page shows you how to site an internet source. There are also examples.  Ask if you have any questions.</w:t>
      </w:r>
    </w:p>
    <w:p w:rsidR="007E349B" w:rsidRDefault="007E349B">
      <w:r>
        <w:t>1.________________________________________________________________________________________________________________________________________________________________________</w:t>
      </w:r>
    </w:p>
    <w:p w:rsidR="007E349B" w:rsidRDefault="007E349B">
      <w:r>
        <w:t>2.________________________________________________________________________________________________________________________________________________________________________3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49B" w:rsidRDefault="007E349B">
      <w:r>
        <w:t>4._____________________________________________________________________________________________________________________________________________________________________________________________________________________________________________________________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49B" w:rsidRDefault="007E349B">
      <w:r>
        <w:t>5.____________________________________________________________________________________________________________________________________________________________________________________________________________________________________________________________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49B" w:rsidRDefault="007E349B">
      <w:r>
        <w:t>6._____________________________________________________________________________________________________________________________________________________________________________________________________________________________________________________________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49B" w:rsidRDefault="007E349B">
      <w:r>
        <w:t>7.____________________________________________________________________________________________________________________________________________________________________________________________________________________________________________________________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49B" w:rsidRDefault="007E349B">
      <w:r>
        <w:t>8._____________________________________________________________________________________________________________________________________________________________________________________________________________________________________________________________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49B" w:rsidRDefault="007E349B">
      <w:r>
        <w:t>9._____________________________________________________________________________________________________________________________________________________________________________________________________________________________________________________________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49B" w:rsidRDefault="007E349B">
      <w:r>
        <w:t>10.____________________________________________________________________________________________________________________________________________________________________________________________________________________________________________________________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49B" w:rsidRDefault="007E349B">
      <w:r>
        <w:t>11.____________________________________________________________________________________________________________________________________________________________________________________________________________________________________________________________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49B" w:rsidRDefault="007E349B">
      <w:r>
        <w:t>12.____________________________________________________________________________________________________________________________________________________________________________________________________________________________________________________________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49B" w:rsidRDefault="007E349B"/>
    <w:sectPr w:rsidR="007E349B" w:rsidSect="009411A2">
      <w:pgSz w:w="12240" w:h="15840"/>
      <w:pgMar w:top="27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A34"/>
    <w:rsid w:val="00060739"/>
    <w:rsid w:val="003E7754"/>
    <w:rsid w:val="00515849"/>
    <w:rsid w:val="007E349B"/>
    <w:rsid w:val="009411A2"/>
    <w:rsid w:val="00A91098"/>
    <w:rsid w:val="00B22A34"/>
    <w:rsid w:val="00BE63A8"/>
    <w:rsid w:val="00C0777E"/>
    <w:rsid w:val="00C3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75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467</Words>
  <Characters>2663</Characters>
  <Application>Microsoft Office Outlook</Application>
  <DocSecurity>0</DocSecurity>
  <Lines>0</Lines>
  <Paragraphs>0</Paragraphs>
  <ScaleCrop>false</ScaleCrop>
  <Company>Iredell-Statesville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Iredell-Statesville Schools</dc:creator>
  <cp:keywords/>
  <dc:description/>
  <cp:lastModifiedBy>Iredell-Statesville Schools</cp:lastModifiedBy>
  <cp:revision>3</cp:revision>
  <cp:lastPrinted>2013-01-02T12:19:00Z</cp:lastPrinted>
  <dcterms:created xsi:type="dcterms:W3CDTF">2013-01-01T21:44:00Z</dcterms:created>
  <dcterms:modified xsi:type="dcterms:W3CDTF">2013-01-02T12:31:00Z</dcterms:modified>
</cp:coreProperties>
</file>